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du principe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ABS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chromé brillant.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</w:t>
      </w:r>
      <w:bookmarkStart w:id="0" w:name="_GoBack"/>
      <w:bookmarkEnd w:id="0"/>
      <w:r>
        <w:rPr>
          <w:rFonts w:ascii="Arial" w:hAnsi="Arial"/>
          <w:lang w:val="fr-FR"/>
        </w:rPr>
        <w:t>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6032C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6032C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A06EE9" wp14:editId="55CBD84E">
                  <wp:extent cx="1424940" cy="2160270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534" w:rsidRDefault="000B2534">
      <w:r>
        <w:separator/>
      </w:r>
    </w:p>
  </w:endnote>
  <w:endnote w:type="continuationSeparator" w:id="0">
    <w:p w:rsidR="000B2534" w:rsidRDefault="000B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534" w:rsidRDefault="000B2534">
      <w:r>
        <w:separator/>
      </w:r>
    </w:p>
  </w:footnote>
  <w:footnote w:type="continuationSeparator" w:id="0">
    <w:p w:rsidR="000B2534" w:rsidRDefault="000B2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Siphon pour lavabo Geberit, chromé,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 xml:space="preserve">151.034.21.1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151.035.21.1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6" w:rsidRDefault="00603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D4B35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C4DEFD0-E464-4768-A17B-4E6462E5EAD0}"/>
</file>

<file path=customXml/itemProps2.xml><?xml version="1.0" encoding="utf-8"?>
<ds:datastoreItem xmlns:ds="http://schemas.openxmlformats.org/officeDocument/2006/customXml" ds:itemID="{098B7889-9EDB-4023-BB12-7C6EAA07071B}"/>
</file>

<file path=customXml/itemProps3.xml><?xml version="1.0" encoding="utf-8"?>
<ds:datastoreItem xmlns:ds="http://schemas.openxmlformats.org/officeDocument/2006/customXml" ds:itemID="{E48CC868-36A3-4ED1-81AE-59A3BD898A8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39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2020-04-21T14:47:00Z</dcterms:created>
  <dcterms:modified xsi:type="dcterms:W3CDTF">2020-04-22T09:40:00Z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